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28" w:tblpY="1876"/>
        <w:tblW w:w="4126" w:type="dxa"/>
        <w:tblLook w:val="04A0" w:firstRow="1" w:lastRow="0" w:firstColumn="1" w:lastColumn="0" w:noHBand="0" w:noVBand="1"/>
      </w:tblPr>
      <w:tblGrid>
        <w:gridCol w:w="2400"/>
        <w:gridCol w:w="1726"/>
      </w:tblGrid>
      <w:tr w:rsidR="00221E22" w:rsidTr="00221E22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 w:rsidRPr="00BD4CCF">
              <w:rPr>
                <w:rFonts w:ascii="Arial" w:hAnsi="Arial" w:cs="Arial"/>
                <w:b/>
              </w:rPr>
              <w:t>General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das Alter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age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Anschrift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address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Beruf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job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Familie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family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Familienname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surname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Freund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friend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Freundschaft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friendship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Gast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guest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Gastfreundschaft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hospitality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geboren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born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Geburtstag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birthday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geschieden/getrennt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separated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das Jahr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year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kennen</w:t>
            </w:r>
            <w:proofErr w:type="spell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to know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kennenlernen</w:t>
            </w:r>
            <w:proofErr w:type="spell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to get to know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ledig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single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verheiratet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married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Vorname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first name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vorstellen</w:t>
            </w:r>
            <w:proofErr w:type="spell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to introduce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willkommen</w:t>
            </w:r>
            <w:proofErr w:type="spell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welcome</w:t>
            </w:r>
          </w:p>
        </w:tc>
      </w:tr>
      <w:tr w:rsidR="00221E22" w:rsidTr="00221E2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wohnen</w:t>
            </w:r>
            <w:proofErr w:type="spell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 w:rsidP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to live</w:t>
            </w:r>
          </w:p>
        </w:tc>
      </w:tr>
    </w:tbl>
    <w:tbl>
      <w:tblPr>
        <w:tblW w:w="5117" w:type="dxa"/>
        <w:tblInd w:w="93" w:type="dxa"/>
        <w:tblLook w:val="04A0" w:firstRow="1" w:lastRow="0" w:firstColumn="1" w:lastColumn="0" w:noHBand="0" w:noVBand="1"/>
      </w:tblPr>
      <w:tblGrid>
        <w:gridCol w:w="3100"/>
        <w:gridCol w:w="2017"/>
      </w:tblGrid>
      <w:tr w:rsidR="00221E22" w:rsidTr="00E44D4E">
        <w:trPr>
          <w:trHeight w:val="31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E22" w:rsidRPr="00E44D4E" w:rsidRDefault="00E44D4E" w:rsidP="00E44D4E">
            <w:pPr>
              <w:jc w:val="both"/>
              <w:rPr>
                <w:rFonts w:ascii="Arial" w:hAnsi="Arial" w:cs="Arial"/>
                <w:b/>
                <w:iCs/>
                <w:color w:val="000000"/>
              </w:rPr>
            </w:pPr>
            <w:r>
              <w:rPr>
                <w:rFonts w:ascii="Arial" w:hAnsi="Arial" w:cs="Arial"/>
                <w:b/>
                <w:iCs/>
                <w:color w:val="000000"/>
              </w:rPr>
              <w:t>People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Bruder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brother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Cousin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cousin (m)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Dame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lady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das Einzelkind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only child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Eltern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parents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Erwachsene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adult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</w:rPr>
              <w:t>die Frau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woman/wife/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Mrs.</w:t>
            </w:r>
            <w:proofErr w:type="spellEnd"/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  <w:lang w:val="de-DE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das Fräulein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  <w:lang w:val="de-DE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de-DE"/>
              </w:rPr>
              <w:t>miss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Geschwister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siblings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Grosseltern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grandparents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Grossmutter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grandmother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Grossvater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grandfather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Halbbruder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halfbrother</w:t>
            </w:r>
            <w:proofErr w:type="spellEnd"/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Halbschwester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halfsister</w:t>
            </w:r>
            <w:proofErr w:type="spellEnd"/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Herr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man/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Mr.</w:t>
            </w:r>
            <w:proofErr w:type="spellEnd"/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Junge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boy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das Kind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child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Kusine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cousin (f)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das Mädchen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girl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Mann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man/husband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Mutter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mother</w:t>
            </w:r>
          </w:p>
        </w:tc>
      </w:tr>
      <w:tr w:rsidR="00221E22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Pr="00E44D4E" w:rsidRDefault="00221E22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Mutti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E22" w:rsidRDefault="00221E2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mum</w:t>
            </w:r>
          </w:p>
        </w:tc>
      </w:tr>
    </w:tbl>
    <w:p w:rsidR="00221E22" w:rsidRDefault="00221E22" w:rsidP="00221E22">
      <w:pPr>
        <w:ind w:left="-709"/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pPr w:leftFromText="180" w:rightFromText="180" w:vertAnchor="text" w:horzAnchor="page" w:tblpX="478" w:tblpY="221"/>
        <w:tblW w:w="4361" w:type="dxa"/>
        <w:tblLook w:val="04A0" w:firstRow="1" w:lastRow="0" w:firstColumn="1" w:lastColumn="0" w:noHBand="0" w:noVBand="1"/>
      </w:tblPr>
      <w:tblGrid>
        <w:gridCol w:w="2802"/>
        <w:gridCol w:w="1559"/>
      </w:tblGrid>
      <w:tr w:rsidR="00E44D4E" w:rsidTr="00E44D4E">
        <w:trPr>
          <w:trHeight w:val="3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  <w:lang w:val="de-DE"/>
              </w:rPr>
              <w:t>Pets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D4E" w:rsidRDefault="00E44D4E" w:rsidP="00E44D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Goldfisch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goldfish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Hamster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hamster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das Haustier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pet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Hund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dog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das Kaninchen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rabbit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Katze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cat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Maus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mouse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  <w:lang w:val="de-DE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das Meerschweinchen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  <w:lang w:val="de-DE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de-DE"/>
              </w:rPr>
              <w:t>guinea pig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das Pferd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horse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Schildkröte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tortoise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das Tier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animal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Vogel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bird</w:t>
            </w:r>
          </w:p>
        </w:tc>
      </w:tr>
      <w:tr w:rsidR="00E44D4E" w:rsidTr="00E44D4E">
        <w:trPr>
          <w:trHeight w:val="30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Wellensittich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budgie</w:t>
            </w:r>
          </w:p>
        </w:tc>
      </w:tr>
    </w:tbl>
    <w:tbl>
      <w:tblPr>
        <w:tblpPr w:leftFromText="180" w:rightFromText="180" w:vertAnchor="text" w:horzAnchor="margin" w:tblpXSpec="right" w:tblpY="356"/>
        <w:tblW w:w="5117" w:type="dxa"/>
        <w:tblLook w:val="04A0" w:firstRow="1" w:lastRow="0" w:firstColumn="1" w:lastColumn="0" w:noHBand="0" w:noVBand="1"/>
      </w:tblPr>
      <w:tblGrid>
        <w:gridCol w:w="3100"/>
        <w:gridCol w:w="2017"/>
      </w:tblGrid>
      <w:tr w:rsidR="00E44D4E" w:rsidTr="00E44D4E">
        <w:trPr>
          <w:trHeight w:val="3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  <w:lang w:val="de-DE"/>
              </w:rPr>
            </w:pPr>
            <w:r>
              <w:rPr>
                <w:rFonts w:ascii="Arial" w:hAnsi="Arial" w:cs="Arial"/>
                <w:b/>
                <w:iCs/>
                <w:color w:val="000000"/>
              </w:rPr>
              <w:t>People contd.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Oma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grandma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Onkel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uncle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Opa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de-DE"/>
              </w:rPr>
              <w:t>grandad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Schwester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sister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Stief…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</w:rPr>
              <w:t>step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Sohn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son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Tante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aunt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  <w:lang w:val="de-DE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die Tochter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de-DE"/>
              </w:rPr>
              <w:t>daughter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Vater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father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Vati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dad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der/die Verwandte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relative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Vetter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cousin</w:t>
            </w:r>
          </w:p>
        </w:tc>
      </w:tr>
      <w:tr w:rsidR="00E44D4E" w:rsidTr="00E44D4E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Pr="00E44D4E" w:rsidRDefault="00E44D4E" w:rsidP="00E44D4E">
            <w:pPr>
              <w:rPr>
                <w:rFonts w:ascii="Arial" w:hAnsi="Arial" w:cs="Arial"/>
                <w:color w:val="000000"/>
              </w:rPr>
            </w:pPr>
            <w:r w:rsidRPr="00E44D4E">
              <w:rPr>
                <w:rFonts w:ascii="Arial" w:hAnsi="Arial" w:cs="Arial"/>
                <w:color w:val="000000"/>
                <w:lang w:val="de-DE"/>
              </w:rPr>
              <w:t>der Zwilling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E44D4E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twin</w:t>
            </w:r>
          </w:p>
        </w:tc>
      </w:tr>
    </w:tbl>
    <w:p w:rsidR="00E44D4E" w:rsidRDefault="00E44D4E" w:rsidP="00221E22">
      <w:r>
        <w:t xml:space="preserve"> </w:t>
      </w:r>
    </w:p>
    <w:p w:rsidR="008B1EAA" w:rsidRDefault="008E2909" w:rsidP="00221E22"/>
    <w:p w:rsidR="00E44D4E" w:rsidRDefault="00E44D4E" w:rsidP="00221E22"/>
    <w:p w:rsidR="00E44D4E" w:rsidRDefault="00E44D4E" w:rsidP="00221E22"/>
    <w:p w:rsidR="00E44D4E" w:rsidRDefault="00E44D4E" w:rsidP="00221E22"/>
    <w:tbl>
      <w:tblPr>
        <w:tblpPr w:leftFromText="180" w:rightFromText="180" w:vertAnchor="text" w:tblpY="1"/>
        <w:tblOverlap w:val="never"/>
        <w:tblW w:w="4126" w:type="dxa"/>
        <w:tblInd w:w="93" w:type="dxa"/>
        <w:tblLook w:val="04A0" w:firstRow="1" w:lastRow="0" w:firstColumn="1" w:lastColumn="0" w:noHBand="0" w:noVBand="1"/>
      </w:tblPr>
      <w:tblGrid>
        <w:gridCol w:w="2142"/>
        <w:gridCol w:w="1984"/>
      </w:tblGrid>
      <w:tr w:rsidR="00E44D4E" w:rsidTr="008E2909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  <w:lang w:val="de-DE"/>
              </w:rPr>
              <w:lastRenderedPageBreak/>
              <w:t>Appearance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D4E" w:rsidRDefault="00E44D4E" w:rsidP="008E29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de-DE"/>
              </w:rPr>
              <w:t> 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das Aussehen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de-DE"/>
              </w:rPr>
              <w:t>appearance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Augen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eyes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Bart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beard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Brille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glasses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dick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fat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dünn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thin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  <w:lang w:val="de-DE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glatt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de-DE"/>
              </w:rPr>
              <w:t>straight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Glatze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bald head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gross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tall/big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gutaussehend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de-DE"/>
              </w:rPr>
              <w:t>good-looking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die Haare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hair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hässlich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ugly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hübsch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pretty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klein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small/short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kurz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short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lang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long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lockig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curly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mittelgross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average height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schlank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slim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der Schnurrbart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moustache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schön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nice/beautiful</w:t>
            </w:r>
          </w:p>
        </w:tc>
      </w:tr>
      <w:tr w:rsidR="00E44D4E" w:rsidTr="008E2909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wellig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4E" w:rsidRDefault="00E44D4E" w:rsidP="008E2909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wavy</w:t>
            </w:r>
          </w:p>
        </w:tc>
      </w:tr>
    </w:tbl>
    <w:p w:rsidR="00E44D4E" w:rsidRDefault="008E2909" w:rsidP="00221E22">
      <w:r>
        <w:br w:type="textWrapping" w:clear="all"/>
      </w:r>
    </w:p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5"/>
        <w:gridCol w:w="2000"/>
      </w:tblGrid>
      <w:tr w:rsidR="00B97A19" w:rsidRPr="00B97A19" w:rsidTr="00B97A19">
        <w:trPr>
          <w:trHeight w:val="315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b/>
                <w:bCs/>
                <w:u w:val="single"/>
              </w:rPr>
            </w:pPr>
            <w:r w:rsidRPr="00B97A19">
              <w:rPr>
                <w:rFonts w:ascii="Arial" w:hAnsi="Arial" w:cs="Arial"/>
                <w:b/>
                <w:bCs/>
                <w:u w:val="single"/>
                <w:lang w:val="de-DE"/>
              </w:rPr>
              <w:lastRenderedPageBreak/>
              <w:t>Personality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</w:p>
        </w:tc>
      </w:tr>
      <w:tr w:rsidR="00B97A19" w:rsidRPr="00B97A19" w:rsidTr="00B97A19">
        <w:trPr>
          <w:trHeight w:val="315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aktiv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active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angeberisch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boastful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böse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evil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doof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daft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dumm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stupid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egoistisch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selfish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eifersüchtig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jealous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eingebildet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conceited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ehrlich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honest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ernst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serious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</w:rPr>
              <w:t>faul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lazy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fleissig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hard-working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frech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cheeky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freundlich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friendly</w:t>
            </w:r>
          </w:p>
        </w:tc>
      </w:tr>
      <w:tr w:rsidR="00B97A19" w:rsidRPr="00B97A19" w:rsidTr="00B97A19">
        <w:trPr>
          <w:trHeight w:val="315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geduldig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patient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gemein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mean/evil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glücklich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cheerful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gro</w:t>
            </w:r>
            <w:proofErr w:type="spellEnd"/>
            <w:r w:rsidRPr="00B97A19">
              <w:rPr>
                <w:rFonts w:ascii="Arial" w:hAnsi="Arial" w:cs="Arial"/>
                <w:lang w:val="en-US"/>
              </w:rPr>
              <w:t>βzügig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generous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en-US"/>
              </w:rPr>
              <w:t xml:space="preserve">gut </w:t>
            </w:r>
            <w:proofErr w:type="spellStart"/>
            <w:r w:rsidRPr="00B97A19">
              <w:rPr>
                <w:rFonts w:ascii="Arial" w:hAnsi="Arial" w:cs="Arial"/>
                <w:lang w:val="en-US"/>
              </w:rPr>
              <w:t>gelaunt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in a good mood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hilfsbereit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helpful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höflich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polite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intelligent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intelligent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klug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clever</w:t>
            </w:r>
          </w:p>
        </w:tc>
        <w:bookmarkStart w:id="0" w:name="_GoBack"/>
        <w:bookmarkEnd w:id="0"/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komisch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funny(odd)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launisch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moody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laut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loud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leise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quiet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lieb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‘dear’, nice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lustig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funny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mies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mean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nett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nice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neugierig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curious/nosy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lebhaft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lively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schüchtern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shy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selbstbewusst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self-confident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r w:rsidRPr="00B97A19">
              <w:rPr>
                <w:rFonts w:ascii="Arial" w:hAnsi="Arial" w:cs="Arial"/>
                <w:lang w:val="de-DE"/>
              </w:rPr>
              <w:t>sportlich</w:t>
            </w:r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sporty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streng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strict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sympathisch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kind/nice</w:t>
            </w:r>
          </w:p>
        </w:tc>
      </w:tr>
      <w:tr w:rsidR="00B97A19" w:rsidRPr="00B97A19" w:rsidTr="00B97A19">
        <w:trPr>
          <w:trHeight w:val="300"/>
        </w:trPr>
        <w:tc>
          <w:tcPr>
            <w:tcW w:w="23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</w:rPr>
            </w:pPr>
            <w:proofErr w:type="spellStart"/>
            <w:r w:rsidRPr="00B97A19">
              <w:rPr>
                <w:rFonts w:ascii="Arial" w:hAnsi="Arial" w:cs="Arial"/>
                <w:lang w:val="en-US"/>
              </w:rPr>
              <w:t>unternehmungslustig</w:t>
            </w:r>
            <w:proofErr w:type="spellEnd"/>
          </w:p>
        </w:tc>
        <w:tc>
          <w:tcPr>
            <w:tcW w:w="2000" w:type="dxa"/>
            <w:noWrap/>
            <w:hideMark/>
          </w:tcPr>
          <w:p w:rsidR="00B97A19" w:rsidRPr="00B97A19" w:rsidRDefault="00B97A19">
            <w:pPr>
              <w:rPr>
                <w:rFonts w:ascii="Arial" w:hAnsi="Arial" w:cs="Arial"/>
                <w:i/>
                <w:iCs/>
              </w:rPr>
            </w:pPr>
            <w:r w:rsidRPr="00B97A19">
              <w:rPr>
                <w:rFonts w:ascii="Arial" w:hAnsi="Arial" w:cs="Arial"/>
                <w:i/>
                <w:iCs/>
              </w:rPr>
              <w:t>like doing things</w:t>
            </w:r>
          </w:p>
        </w:tc>
      </w:tr>
    </w:tbl>
    <w:p w:rsidR="00B97A19" w:rsidRDefault="00B97A19" w:rsidP="00221E22">
      <w:pPr>
        <w:rPr>
          <w:rFonts w:ascii="Arial" w:hAnsi="Arial" w:cs="Arial"/>
        </w:rPr>
      </w:pPr>
    </w:p>
    <w:p w:rsidR="008E2909" w:rsidRDefault="008E2909" w:rsidP="00221E22">
      <w:pPr>
        <w:rPr>
          <w:rFonts w:ascii="Arial" w:hAnsi="Arial" w:cs="Arial"/>
        </w:rPr>
      </w:pPr>
    </w:p>
    <w:p w:rsidR="008E2909" w:rsidRDefault="008E2909" w:rsidP="00221E2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0"/>
        <w:gridCol w:w="2560"/>
      </w:tblGrid>
      <w:tr w:rsidR="008E2909" w:rsidRPr="008E2909" w:rsidTr="008E2909">
        <w:trPr>
          <w:trHeight w:val="315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b/>
                <w:bCs/>
                <w:u w:val="single"/>
              </w:rPr>
            </w:pPr>
            <w:r w:rsidRPr="008E2909">
              <w:rPr>
                <w:rFonts w:ascii="Arial" w:hAnsi="Arial" w:cs="Arial"/>
                <w:b/>
                <w:bCs/>
                <w:u w:val="single"/>
                <w:lang w:val="en-US"/>
              </w:rPr>
              <w:lastRenderedPageBreak/>
              <w:t>Months</w:t>
            </w:r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</w:p>
        </w:tc>
      </w:tr>
      <w:tr w:rsidR="008E2909" w:rsidRPr="008E2909" w:rsidTr="008E2909">
        <w:trPr>
          <w:trHeight w:val="315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proofErr w:type="spellStart"/>
            <w:r w:rsidRPr="008E2909">
              <w:rPr>
                <w:rFonts w:ascii="Arial" w:hAnsi="Arial" w:cs="Arial"/>
                <w:lang w:val="en-US"/>
              </w:rPr>
              <w:t>Januar</w:t>
            </w:r>
            <w:proofErr w:type="spellEnd"/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January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proofErr w:type="spellStart"/>
            <w:r w:rsidRPr="008E2909">
              <w:rPr>
                <w:rFonts w:ascii="Arial" w:hAnsi="Arial" w:cs="Arial"/>
                <w:lang w:val="en-US"/>
              </w:rPr>
              <w:t>Februar</w:t>
            </w:r>
            <w:proofErr w:type="spellEnd"/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February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proofErr w:type="spellStart"/>
            <w:r w:rsidRPr="008E2909">
              <w:rPr>
                <w:rFonts w:ascii="Arial" w:hAnsi="Arial" w:cs="Arial"/>
                <w:lang w:val="en-US"/>
              </w:rPr>
              <w:t>März</w:t>
            </w:r>
            <w:proofErr w:type="spellEnd"/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March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r w:rsidRPr="008E2909">
              <w:rPr>
                <w:rFonts w:ascii="Arial" w:hAnsi="Arial" w:cs="Arial"/>
                <w:lang w:val="en-US"/>
              </w:rPr>
              <w:t>April</w:t>
            </w:r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April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r w:rsidRPr="008E2909">
              <w:rPr>
                <w:rFonts w:ascii="Arial" w:hAnsi="Arial" w:cs="Arial"/>
                <w:lang w:val="en-US"/>
              </w:rPr>
              <w:t>Mai</w:t>
            </w:r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May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proofErr w:type="spellStart"/>
            <w:r w:rsidRPr="008E2909">
              <w:rPr>
                <w:rFonts w:ascii="Arial" w:hAnsi="Arial" w:cs="Arial"/>
                <w:lang w:val="en-US"/>
              </w:rPr>
              <w:t>Juni</w:t>
            </w:r>
            <w:proofErr w:type="spellEnd"/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June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proofErr w:type="spellStart"/>
            <w:r w:rsidRPr="008E2909">
              <w:rPr>
                <w:rFonts w:ascii="Arial" w:hAnsi="Arial" w:cs="Arial"/>
                <w:lang w:val="en-US"/>
              </w:rPr>
              <w:t>Juli</w:t>
            </w:r>
            <w:proofErr w:type="spellEnd"/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July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r w:rsidRPr="008E2909">
              <w:rPr>
                <w:rFonts w:ascii="Arial" w:hAnsi="Arial" w:cs="Arial"/>
                <w:lang w:val="en-US"/>
              </w:rPr>
              <w:t>August</w:t>
            </w:r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August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r w:rsidRPr="008E2909">
              <w:rPr>
                <w:rFonts w:ascii="Arial" w:hAnsi="Arial" w:cs="Arial"/>
                <w:lang w:val="en-US"/>
              </w:rPr>
              <w:t>September</w:t>
            </w:r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September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proofErr w:type="spellStart"/>
            <w:r w:rsidRPr="008E2909">
              <w:rPr>
                <w:rFonts w:ascii="Arial" w:hAnsi="Arial" w:cs="Arial"/>
                <w:lang w:val="en-US"/>
              </w:rPr>
              <w:t>Oktober</w:t>
            </w:r>
            <w:proofErr w:type="spellEnd"/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October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r w:rsidRPr="008E2909">
              <w:rPr>
                <w:rFonts w:ascii="Arial" w:hAnsi="Arial" w:cs="Arial"/>
                <w:lang w:val="en-US"/>
              </w:rPr>
              <w:t>November</w:t>
            </w:r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November</w:t>
            </w:r>
            <w:r w:rsidRPr="008E2909">
              <w:rPr>
                <w:rFonts w:ascii="Arial" w:hAnsi="Arial" w:cs="Arial"/>
              </w:rPr>
              <w:t xml:space="preserve"> </w:t>
            </w:r>
          </w:p>
        </w:tc>
      </w:tr>
      <w:tr w:rsidR="008E2909" w:rsidRPr="008E2909" w:rsidTr="008E2909">
        <w:trPr>
          <w:trHeight w:val="300"/>
        </w:trPr>
        <w:tc>
          <w:tcPr>
            <w:tcW w:w="13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</w:rPr>
            </w:pPr>
            <w:proofErr w:type="spellStart"/>
            <w:r w:rsidRPr="008E2909">
              <w:rPr>
                <w:rFonts w:ascii="Arial" w:hAnsi="Arial" w:cs="Arial"/>
              </w:rPr>
              <w:t>Dezember</w:t>
            </w:r>
            <w:proofErr w:type="spellEnd"/>
          </w:p>
        </w:tc>
        <w:tc>
          <w:tcPr>
            <w:tcW w:w="2560" w:type="dxa"/>
            <w:noWrap/>
            <w:hideMark/>
          </w:tcPr>
          <w:p w:rsidR="008E2909" w:rsidRPr="008E2909" w:rsidRDefault="008E2909">
            <w:pPr>
              <w:rPr>
                <w:rFonts w:ascii="Arial" w:hAnsi="Arial" w:cs="Arial"/>
                <w:i/>
                <w:iCs/>
              </w:rPr>
            </w:pPr>
            <w:r w:rsidRPr="008E2909">
              <w:rPr>
                <w:rFonts w:ascii="Arial" w:hAnsi="Arial" w:cs="Arial"/>
                <w:i/>
                <w:iCs/>
              </w:rPr>
              <w:t>December</w:t>
            </w:r>
          </w:p>
        </w:tc>
      </w:tr>
    </w:tbl>
    <w:p w:rsidR="008E2909" w:rsidRPr="00B97A19" w:rsidRDefault="008E2909" w:rsidP="00221E22">
      <w:pPr>
        <w:rPr>
          <w:rFonts w:ascii="Arial" w:hAnsi="Arial" w:cs="Arial"/>
        </w:rPr>
      </w:pPr>
    </w:p>
    <w:p w:rsidR="00B97A19" w:rsidRPr="00B97A19" w:rsidRDefault="00B97A19" w:rsidP="00221E22">
      <w:pPr>
        <w:rPr>
          <w:rFonts w:ascii="Arial" w:hAnsi="Arial" w:cs="Arial"/>
        </w:rPr>
      </w:pPr>
    </w:p>
    <w:p w:rsidR="00B97A19" w:rsidRPr="00B97A19" w:rsidRDefault="00B97A19" w:rsidP="00221E22">
      <w:pPr>
        <w:rPr>
          <w:rFonts w:ascii="Arial" w:hAnsi="Arial" w:cs="Arial"/>
        </w:rPr>
      </w:pPr>
    </w:p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p w:rsidR="00B97A19" w:rsidRDefault="00B97A19" w:rsidP="00221E22"/>
    <w:sectPr w:rsidR="00B97A1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E22" w:rsidRDefault="00221E22" w:rsidP="00221E22">
      <w:r>
        <w:separator/>
      </w:r>
    </w:p>
  </w:endnote>
  <w:endnote w:type="continuationSeparator" w:id="0">
    <w:p w:rsidR="00221E22" w:rsidRDefault="00221E22" w:rsidP="0022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E22" w:rsidRDefault="00221E22" w:rsidP="00221E22">
      <w:r>
        <w:separator/>
      </w:r>
    </w:p>
  </w:footnote>
  <w:footnote w:type="continuationSeparator" w:id="0">
    <w:p w:rsidR="00221E22" w:rsidRDefault="00221E22" w:rsidP="00221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22" w:rsidRDefault="00221E22" w:rsidP="00221E22">
    <w:pPr>
      <w:ind w:left="-709"/>
      <w:jc w:val="center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  <w:u w:val="single"/>
      </w:rPr>
      <w:t>CONTEXT 1; LIFESTYLE</w:t>
    </w:r>
  </w:p>
  <w:p w:rsidR="00221E22" w:rsidRDefault="00221E22" w:rsidP="00221E22">
    <w:pPr>
      <w:ind w:left="-709"/>
      <w:jc w:val="center"/>
      <w:rPr>
        <w:rFonts w:ascii="Arial" w:hAnsi="Arial" w:cs="Arial"/>
        <w:sz w:val="28"/>
        <w:szCs w:val="28"/>
      </w:rPr>
    </w:pPr>
  </w:p>
  <w:p w:rsidR="00221E22" w:rsidRDefault="00221E22">
    <w:pPr>
      <w:pStyle w:val="Header"/>
    </w:pPr>
  </w:p>
  <w:p w:rsidR="00221E22" w:rsidRDefault="00221E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2D05"/>
    <w:multiLevelType w:val="hybridMultilevel"/>
    <w:tmpl w:val="A2E6CA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22"/>
    <w:rsid w:val="0007158F"/>
    <w:rsid w:val="00221E22"/>
    <w:rsid w:val="008E2909"/>
    <w:rsid w:val="00B97A19"/>
    <w:rsid w:val="00E44D4E"/>
    <w:rsid w:val="00FB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E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E2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1E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E2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E2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1E22"/>
    <w:pPr>
      <w:ind w:left="720"/>
      <w:contextualSpacing/>
    </w:pPr>
  </w:style>
  <w:style w:type="table" w:styleId="TableGrid">
    <w:name w:val="Table Grid"/>
    <w:basedOn w:val="TableNormal"/>
    <w:uiPriority w:val="59"/>
    <w:rsid w:val="00B97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E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E2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1E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E2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E2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1E22"/>
    <w:pPr>
      <w:ind w:left="720"/>
      <w:contextualSpacing/>
    </w:pPr>
  </w:style>
  <w:style w:type="table" w:styleId="TableGrid">
    <w:name w:val="Table Grid"/>
    <w:basedOn w:val="TableNormal"/>
    <w:uiPriority w:val="59"/>
    <w:rsid w:val="00B97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8ED837F3</Template>
  <TotalTime>11</TotalTime>
  <Pages>4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 Gill</dc:creator>
  <cp:lastModifiedBy>Miss Kerry</cp:lastModifiedBy>
  <cp:revision>3</cp:revision>
  <dcterms:created xsi:type="dcterms:W3CDTF">2013-01-25T15:37:00Z</dcterms:created>
  <dcterms:modified xsi:type="dcterms:W3CDTF">2013-02-07T09:48:00Z</dcterms:modified>
</cp:coreProperties>
</file>